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89A" w:rsidRDefault="0014389A" w:rsidP="00047A6C"/>
    <w:p w:rsidR="0014389A" w:rsidRPr="00B77A8E" w:rsidRDefault="0014389A" w:rsidP="00B77A8E">
      <w:pPr>
        <w:pStyle w:val="Heading2"/>
        <w:tabs>
          <w:tab w:val="right" w:pos="7200"/>
        </w:tabs>
        <w:rPr>
          <w:b/>
        </w:rPr>
      </w:pPr>
      <w:r w:rsidRPr="00B77A8E">
        <w:rPr>
          <w:b/>
        </w:rPr>
        <w:t>The following Files are included for this exercise:</w:t>
      </w:r>
    </w:p>
    <w:p w:rsidR="0014389A" w:rsidRDefault="0014389A" w:rsidP="00757624"/>
    <w:p w:rsidR="0014389A" w:rsidRPr="00B03213" w:rsidRDefault="0014389A" w:rsidP="00757624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1.</w:t>
      </w:r>
      <w:r w:rsidRPr="00B03213">
        <w:rPr>
          <w:rFonts w:ascii="Arial" w:hAnsi="Arial" w:cs="Arial"/>
          <w:b/>
          <w:sz w:val="22"/>
          <w:szCs w:val="22"/>
        </w:rPr>
        <w:tab/>
        <w:t>READ FIRST.doc</w:t>
      </w:r>
      <w:r w:rsidRPr="00B03213"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ab/>
        <w:t>Lists the files contained within the exercise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2.</w:t>
      </w:r>
      <w:r w:rsidRPr="00B03213">
        <w:rPr>
          <w:rFonts w:ascii="Arial" w:hAnsi="Arial" w:cs="Arial"/>
          <w:b/>
          <w:sz w:val="22"/>
          <w:szCs w:val="22"/>
        </w:rPr>
        <w:tab/>
        <w:t>Lead Planner’s Guide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guidance for planning, </w:t>
      </w:r>
      <w:r>
        <w:rPr>
          <w:rFonts w:ascii="Arial" w:hAnsi="Arial" w:cs="Arial"/>
          <w:sz w:val="22"/>
          <w:szCs w:val="22"/>
        </w:rPr>
        <w:t>coordinating and</w:t>
      </w:r>
      <w:r>
        <w:rPr>
          <w:rFonts w:ascii="Arial" w:hAnsi="Arial" w:cs="Arial"/>
          <w:sz w:val="22"/>
          <w:szCs w:val="22"/>
        </w:rPr>
        <w:br/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executing the session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3.</w:t>
      </w:r>
      <w:r w:rsidRPr="00B03213">
        <w:rPr>
          <w:rFonts w:ascii="Arial" w:hAnsi="Arial" w:cs="Arial"/>
          <w:b/>
          <w:sz w:val="22"/>
          <w:szCs w:val="22"/>
        </w:rPr>
        <w:tab/>
        <w:t>Facilitator’s Guide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guidance for facilitating the session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4.</w:t>
      </w:r>
      <w:r w:rsidRPr="00B03213">
        <w:rPr>
          <w:rFonts w:ascii="Arial" w:hAnsi="Arial" w:cs="Arial"/>
          <w:b/>
          <w:sz w:val="22"/>
          <w:szCs w:val="22"/>
        </w:rPr>
        <w:tab/>
        <w:t>Situation Manual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Provides detailed </w:t>
      </w:r>
      <w:r>
        <w:rPr>
          <w:rFonts w:ascii="Arial" w:hAnsi="Arial" w:cs="Arial"/>
          <w:sz w:val="22"/>
          <w:szCs w:val="22"/>
        </w:rPr>
        <w:t>information on the scenario, as</w:t>
      </w:r>
      <w:r>
        <w:rPr>
          <w:rFonts w:ascii="Arial" w:hAnsi="Arial" w:cs="Arial"/>
          <w:sz w:val="22"/>
          <w:szCs w:val="22"/>
        </w:rPr>
        <w:br/>
        <w:t xml:space="preserve">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well as discussion questions, for the participants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5.</w:t>
      </w:r>
      <w:r w:rsidRPr="00B03213">
        <w:rPr>
          <w:rFonts w:ascii="Arial" w:hAnsi="Arial" w:cs="Arial"/>
          <w:b/>
          <w:sz w:val="22"/>
          <w:szCs w:val="22"/>
        </w:rPr>
        <w:tab/>
        <w:t>Optional Timeline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Provides a general timeline for the scenario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6.</w:t>
      </w:r>
      <w:r w:rsidRPr="00B03213">
        <w:rPr>
          <w:rFonts w:ascii="Arial" w:hAnsi="Arial" w:cs="Arial"/>
          <w:b/>
          <w:sz w:val="22"/>
          <w:szCs w:val="22"/>
        </w:rPr>
        <w:tab/>
        <w:t>Presentation.PPT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Facilitator should use this in conjunction with</w:t>
      </w:r>
      <w:r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br/>
        <w:t xml:space="preserve">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SITMAN and optiona</w:t>
      </w:r>
      <w:r>
        <w:rPr>
          <w:rFonts w:ascii="Arial" w:hAnsi="Arial" w:cs="Arial"/>
          <w:sz w:val="22"/>
          <w:szCs w:val="22"/>
        </w:rPr>
        <w:t>lly the timeline to present the</w:t>
      </w:r>
      <w:r>
        <w:rPr>
          <w:rFonts w:ascii="Arial" w:hAnsi="Arial" w:cs="Arial"/>
          <w:sz w:val="22"/>
          <w:szCs w:val="22"/>
        </w:rPr>
        <w:br/>
        <w:t xml:space="preserve">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scenario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7.</w:t>
      </w:r>
      <w:r w:rsidRPr="00B03213">
        <w:rPr>
          <w:rFonts w:ascii="Arial" w:hAnsi="Arial" w:cs="Arial"/>
          <w:b/>
          <w:sz w:val="22"/>
          <w:szCs w:val="22"/>
        </w:rPr>
        <w:tab/>
        <w:t>Certificate.doc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Should be printed a</w:t>
      </w:r>
      <w:r>
        <w:rPr>
          <w:rFonts w:ascii="Arial" w:hAnsi="Arial" w:cs="Arial"/>
          <w:sz w:val="22"/>
          <w:szCs w:val="22"/>
        </w:rPr>
        <w:t>nd presented to participants at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conclusion of the exercise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8.</w:t>
      </w:r>
      <w:r w:rsidRPr="00B03213">
        <w:rPr>
          <w:rFonts w:ascii="Arial" w:hAnsi="Arial" w:cs="Arial"/>
          <w:b/>
          <w:sz w:val="22"/>
          <w:szCs w:val="22"/>
        </w:rPr>
        <w:tab/>
        <w:t>Table Tents.doc</w:t>
      </w:r>
      <w:r w:rsidRPr="00B032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 xml:space="preserve">Printable document used to group participants 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9.</w:t>
      </w:r>
      <w:r w:rsidRPr="00B03213">
        <w:rPr>
          <w:rFonts w:ascii="Arial" w:hAnsi="Arial" w:cs="Arial"/>
          <w:b/>
          <w:sz w:val="22"/>
          <w:szCs w:val="22"/>
        </w:rPr>
        <w:tab/>
        <w:t>AAR-IP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AAR/IP for use by the AAR/IP Committee</w:t>
      </w:r>
    </w:p>
    <w:p w:rsidR="0014389A" w:rsidRPr="00B03213" w:rsidRDefault="0014389A" w:rsidP="00B03213">
      <w:pPr>
        <w:rPr>
          <w:rFonts w:ascii="Arial" w:hAnsi="Arial" w:cs="Arial"/>
          <w:sz w:val="22"/>
          <w:szCs w:val="22"/>
        </w:rPr>
      </w:pPr>
    </w:p>
    <w:p w:rsidR="0014389A" w:rsidRDefault="0014389A" w:rsidP="00B03213">
      <w:pPr>
        <w:ind w:left="720" w:hanging="720"/>
        <w:rPr>
          <w:rFonts w:ascii="Arial" w:hAnsi="Arial" w:cs="Arial"/>
          <w:sz w:val="22"/>
          <w:szCs w:val="22"/>
        </w:rPr>
      </w:pPr>
      <w:r w:rsidRPr="00B03213">
        <w:rPr>
          <w:rFonts w:ascii="Arial" w:hAnsi="Arial" w:cs="Arial"/>
          <w:b/>
          <w:sz w:val="22"/>
          <w:szCs w:val="22"/>
        </w:rPr>
        <w:t>10.</w:t>
      </w:r>
      <w:r w:rsidRPr="00B03213">
        <w:rPr>
          <w:rFonts w:ascii="Arial" w:hAnsi="Arial" w:cs="Arial"/>
          <w:b/>
          <w:sz w:val="22"/>
          <w:szCs w:val="22"/>
        </w:rPr>
        <w:tab/>
        <w:t>EEG Template.doc</w:t>
      </w:r>
      <w:r w:rsidRPr="00B0321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Template Exercise</w:t>
      </w:r>
      <w:r>
        <w:rPr>
          <w:rFonts w:ascii="Arial" w:hAnsi="Arial" w:cs="Arial"/>
          <w:sz w:val="22"/>
          <w:szCs w:val="22"/>
        </w:rPr>
        <w:t xml:space="preserve"> Evaluation Guide to be used by</w:t>
      </w:r>
      <w:r>
        <w:rPr>
          <w:rFonts w:ascii="Arial" w:hAnsi="Arial" w:cs="Arial"/>
          <w:sz w:val="22"/>
          <w:szCs w:val="22"/>
        </w:rPr>
        <w:br/>
        <w:t xml:space="preserve">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the planning team to</w:t>
      </w:r>
      <w:r>
        <w:rPr>
          <w:rFonts w:ascii="Arial" w:hAnsi="Arial" w:cs="Arial"/>
          <w:sz w:val="22"/>
          <w:szCs w:val="22"/>
        </w:rPr>
        <w:t xml:space="preserve"> determine areas for evaluators</w:t>
      </w:r>
      <w:r>
        <w:rPr>
          <w:rFonts w:ascii="Arial" w:hAnsi="Arial" w:cs="Arial"/>
          <w:sz w:val="22"/>
          <w:szCs w:val="22"/>
        </w:rPr>
        <w:br/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03213">
        <w:rPr>
          <w:rFonts w:ascii="Arial" w:hAnsi="Arial" w:cs="Arial"/>
          <w:sz w:val="22"/>
          <w:szCs w:val="22"/>
        </w:rPr>
        <w:t>to assess</w:t>
      </w:r>
    </w:p>
    <w:p w:rsidR="0014389A" w:rsidRDefault="0014389A" w:rsidP="00B03213">
      <w:pPr>
        <w:ind w:left="720" w:hanging="720"/>
        <w:rPr>
          <w:rFonts w:ascii="Arial" w:hAnsi="Arial" w:cs="Arial"/>
          <w:sz w:val="22"/>
          <w:szCs w:val="22"/>
        </w:rPr>
      </w:pPr>
    </w:p>
    <w:p w:rsidR="0014389A" w:rsidRDefault="0014389A" w:rsidP="00B03213">
      <w:pPr>
        <w:ind w:left="720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</w:t>
      </w:r>
      <w:r>
        <w:rPr>
          <w:rFonts w:ascii="Arial" w:hAnsi="Arial" w:cs="Arial"/>
          <w:b/>
          <w:sz w:val="22"/>
          <w:szCs w:val="22"/>
        </w:rPr>
        <w:tab/>
        <w:t>Resource Guide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EE4CB5">
        <w:rPr>
          <w:rFonts w:ascii="Arial" w:hAnsi="Arial" w:cs="Arial"/>
          <w:sz w:val="22"/>
          <w:szCs w:val="22"/>
        </w:rPr>
        <w:t>A compilation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of links to tools and resources to be</w:t>
      </w:r>
    </w:p>
    <w:p w:rsidR="0014389A" w:rsidRDefault="0014389A" w:rsidP="00EE4CB5">
      <w:pPr>
        <w:ind w:left="288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used to assist with food emergency response</w:t>
      </w:r>
    </w:p>
    <w:p w:rsidR="0014389A" w:rsidRPr="00B03213" w:rsidRDefault="0014389A" w:rsidP="00EE4CB5">
      <w:pPr>
        <w:ind w:left="36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planning efforts.</w:t>
      </w:r>
    </w:p>
    <w:p w:rsidR="0014389A" w:rsidRDefault="0014389A" w:rsidP="00757624"/>
    <w:p w:rsidR="0014389A" w:rsidRPr="00757624" w:rsidRDefault="0014389A" w:rsidP="00757624"/>
    <w:p w:rsidR="0014389A" w:rsidRPr="00757624" w:rsidRDefault="0014389A" w:rsidP="00047A6C">
      <w:pPr>
        <w:rPr>
          <w:rFonts w:ascii="Arial" w:hAnsi="Arial" w:cs="Arial"/>
        </w:rPr>
      </w:pPr>
    </w:p>
    <w:p w:rsidR="0014389A" w:rsidRDefault="0014389A" w:rsidP="00126F76"/>
    <w:sectPr w:rsidR="0014389A" w:rsidSect="00B676D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89A" w:rsidRDefault="0014389A" w:rsidP="00757624">
      <w:r>
        <w:separator/>
      </w:r>
    </w:p>
  </w:endnote>
  <w:endnote w:type="continuationSeparator" w:id="0">
    <w:p w:rsidR="0014389A" w:rsidRDefault="0014389A" w:rsidP="0075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89A" w:rsidRDefault="0014389A" w:rsidP="00757624">
      <w:r>
        <w:separator/>
      </w:r>
    </w:p>
  </w:footnote>
  <w:footnote w:type="continuationSeparator" w:id="0">
    <w:p w:rsidR="0014389A" w:rsidRDefault="0014389A" w:rsidP="0075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89A" w:rsidRPr="00757624" w:rsidRDefault="0014389A" w:rsidP="00757624">
    <w:pPr>
      <w:pStyle w:val="Header"/>
      <w:tabs>
        <w:tab w:val="clear" w:pos="4680"/>
        <w:tab w:val="clear" w:pos="9360"/>
        <w:tab w:val="left" w:pos="971"/>
      </w:tabs>
      <w:rPr>
        <w:rFonts w:ascii="Arial" w:hAnsi="Arial" w:cs="Arial"/>
        <w:color w:val="FFFFFF"/>
        <w:sz w:val="52"/>
        <w:szCs w:val="52"/>
      </w:rPr>
    </w:pPr>
    <w:r>
      <w:rPr>
        <w:noProof/>
      </w:rPr>
      <w:pict>
        <v:rect id="_x0000_s2049" style="position:absolute;margin-left:-90pt;margin-top:-36pt;width:612.95pt;height:1in;z-index:-251656192" fillcolor="#365f91" stroked="f"/>
      </w:pict>
    </w:r>
    <w:r>
      <w:rPr>
        <w:rFonts w:ascii="Arial" w:hAnsi="Arial" w:cs="Arial"/>
        <w:noProof/>
        <w:color w:val="FFFFFF"/>
        <w:sz w:val="52"/>
        <w:szCs w:val="52"/>
      </w:rPr>
      <w:t>READ FIRST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27E78"/>
    <w:multiLevelType w:val="hybridMultilevel"/>
    <w:tmpl w:val="E3DE4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5701EA8"/>
    <w:multiLevelType w:val="hybridMultilevel"/>
    <w:tmpl w:val="933AA7B6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78773390"/>
    <w:multiLevelType w:val="hybridMultilevel"/>
    <w:tmpl w:val="55DA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A6C"/>
    <w:rsid w:val="00016128"/>
    <w:rsid w:val="00047A6C"/>
    <w:rsid w:val="0005056F"/>
    <w:rsid w:val="00072CDD"/>
    <w:rsid w:val="00083D3A"/>
    <w:rsid w:val="000C78F3"/>
    <w:rsid w:val="001145FA"/>
    <w:rsid w:val="00126F76"/>
    <w:rsid w:val="0014389A"/>
    <w:rsid w:val="001C4E2B"/>
    <w:rsid w:val="001D5B03"/>
    <w:rsid w:val="001E424D"/>
    <w:rsid w:val="001F3C7D"/>
    <w:rsid w:val="0025242C"/>
    <w:rsid w:val="00272E7A"/>
    <w:rsid w:val="002F45C7"/>
    <w:rsid w:val="0030202B"/>
    <w:rsid w:val="003337CD"/>
    <w:rsid w:val="00464D40"/>
    <w:rsid w:val="004E5AE3"/>
    <w:rsid w:val="004F06E6"/>
    <w:rsid w:val="00620A38"/>
    <w:rsid w:val="00757624"/>
    <w:rsid w:val="007947AE"/>
    <w:rsid w:val="007F7D54"/>
    <w:rsid w:val="00886039"/>
    <w:rsid w:val="00933604"/>
    <w:rsid w:val="009C437E"/>
    <w:rsid w:val="009F0A4A"/>
    <w:rsid w:val="00A457D7"/>
    <w:rsid w:val="00AA11E2"/>
    <w:rsid w:val="00AC6A5C"/>
    <w:rsid w:val="00B03213"/>
    <w:rsid w:val="00B676DB"/>
    <w:rsid w:val="00B77A8E"/>
    <w:rsid w:val="00BD3AB6"/>
    <w:rsid w:val="00C012F1"/>
    <w:rsid w:val="00C01B9D"/>
    <w:rsid w:val="00C43D2E"/>
    <w:rsid w:val="00CE53BE"/>
    <w:rsid w:val="00CE66F4"/>
    <w:rsid w:val="00D46132"/>
    <w:rsid w:val="00D7406C"/>
    <w:rsid w:val="00E60E66"/>
    <w:rsid w:val="00EE4CB5"/>
    <w:rsid w:val="00F60C72"/>
    <w:rsid w:val="00FA4F50"/>
    <w:rsid w:val="00FA543C"/>
    <w:rsid w:val="00FF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6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7624"/>
    <w:pPr>
      <w:keepNext/>
      <w:spacing w:before="240" w:after="60" w:line="300" w:lineRule="atLeast"/>
      <w:outlineLvl w:val="0"/>
    </w:pPr>
    <w:rPr>
      <w:rFonts w:ascii="Arial" w:hAnsi="Arial" w:cs="Arial"/>
      <w:b/>
      <w:bCs/>
      <w:color w:val="5A85D7"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7624"/>
    <w:pPr>
      <w:keepNext/>
      <w:spacing w:after="60" w:line="300" w:lineRule="atLeast"/>
      <w:outlineLvl w:val="1"/>
    </w:pPr>
    <w:rPr>
      <w:rFonts w:ascii="Arial" w:hAnsi="Arial" w:cs="Arial"/>
      <w:bCs/>
      <w:iCs/>
      <w:color w:val="7396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7624"/>
    <w:pPr>
      <w:keepNext/>
      <w:spacing w:before="240" w:after="60" w:line="300" w:lineRule="atLeast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7624"/>
    <w:rPr>
      <w:rFonts w:ascii="Arial" w:hAnsi="Arial" w:cs="Arial"/>
      <w:b/>
      <w:bCs/>
      <w:color w:val="5A85D7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7624"/>
    <w:rPr>
      <w:rFonts w:ascii="Arial" w:hAnsi="Arial" w:cs="Arial"/>
      <w:bCs/>
      <w:iCs/>
      <w:color w:val="7396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7624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F7D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5AE3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76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576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57624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7576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rsid w:val="00FF46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F46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F46F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FF46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192</Words>
  <Characters>1098</Characters>
  <Application>Microsoft Office Outlook</Application>
  <DocSecurity>0</DocSecurity>
  <Lines>0</Lines>
  <Paragraphs>0</Paragraphs>
  <ScaleCrop>false</ScaleCrop>
  <Company> CSS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files are included on this disk:</dc:title>
  <dc:subject/>
  <dc:creator>codonnell</dc:creator>
  <cp:keywords/>
  <dc:description/>
  <cp:lastModifiedBy>Cathy.Ghaleb</cp:lastModifiedBy>
  <cp:revision>6</cp:revision>
  <cp:lastPrinted>2011-06-20T17:41:00Z</cp:lastPrinted>
  <dcterms:created xsi:type="dcterms:W3CDTF">2011-06-15T14:58:00Z</dcterms:created>
  <dcterms:modified xsi:type="dcterms:W3CDTF">2011-06-22T13:44:00Z</dcterms:modified>
</cp:coreProperties>
</file>